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03401F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4C101B" w:rsidRPr="003250EA">
        <w:rPr>
          <w:rFonts w:ascii="ＭＳ 明朝" w:hAnsi="ＭＳ 明朝" w:hint="eastAsia"/>
          <w:color w:val="FF0000"/>
          <w:sz w:val="24"/>
        </w:rPr>
        <w:t>1</w:t>
      </w:r>
      <w:r w:rsidR="003250EA">
        <w:rPr>
          <w:rFonts w:ascii="ＭＳ 明朝" w:hAnsi="ＭＳ 明朝" w:hint="eastAsia"/>
          <w:color w:val="FF0000"/>
          <w:sz w:val="24"/>
        </w:rPr>
        <w:t>1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7B4DCB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250EA">
        <w:rPr>
          <w:rFonts w:ascii="ＭＳ 明朝" w:hAnsi="ＭＳ 明朝" w:hint="eastAsia"/>
          <w:color w:val="FF0000"/>
          <w:sz w:val="24"/>
        </w:rPr>
        <w:t>９</w:t>
      </w:r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250EA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Pr="005E2D0B" w:rsidRDefault="00207409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８．職場見学等実施率　　　　　　　　　　　　　　　　　　　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724E95" w:rsidRPr="00EC15DD" w:rsidRDefault="00724E95" w:rsidP="00ED46AA">
      <w:pPr>
        <w:adjustRightInd w:val="0"/>
        <w:snapToGrid w:val="0"/>
        <w:ind w:firstLine="142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 w:rsidP="00ED46AA">
      <w:pPr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>
        <w:rPr>
          <w:rFonts w:ascii="ＭＳ 明朝" w:hAnsi="ＭＳ 明朝" w:hint="eastAsia"/>
          <w:sz w:val="22"/>
          <w:szCs w:val="22"/>
        </w:rPr>
        <w:t xml:space="preserve">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5E2D0B" w:rsidRPr="00EC15DD" w:rsidRDefault="00E575FD" w:rsidP="00A44165">
      <w:pPr>
        <w:tabs>
          <w:tab w:val="left" w:pos="7810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 w:rsidP="00ED46AA">
      <w:pPr>
        <w:adjustRightInd w:val="0"/>
        <w:snapToGrid w:val="0"/>
        <w:spacing w:line="240" w:lineRule="exact"/>
        <w:ind w:firstLineChars="1353" w:firstLine="2977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5E2D0B" w:rsidRDefault="005E2D0B" w:rsidP="00724E95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</w:p>
    <w:p w:rsidR="005E2D0B" w:rsidRPr="00EC15DD" w:rsidRDefault="00ED46AA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（様式１）提出者数</w:t>
      </w:r>
    </w:p>
    <w:p w:rsidR="005E2D0B" w:rsidRPr="00EC15DD" w:rsidRDefault="00E575FD" w:rsidP="00ED46AA">
      <w:pPr>
        <w:tabs>
          <w:tab w:val="left" w:pos="7475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>
        <w:rPr>
          <w:rFonts w:ascii="ＭＳ 明朝" w:hAnsi="ＭＳ 明朝" w:hint="eastAsia"/>
          <w:sz w:val="22"/>
          <w:szCs w:val="22"/>
        </w:rPr>
        <w:t>回収</w:t>
      </w:r>
      <w:r w:rsidR="005E2D0B" w:rsidRPr="00EC15DD">
        <w:rPr>
          <w:rFonts w:ascii="ＭＳ 明朝" w:hAnsi="ＭＳ 明朝" w:hint="eastAsia"/>
          <w:sz w:val="22"/>
          <w:szCs w:val="22"/>
        </w:rPr>
        <w:t xml:space="preserve">率　=　</w:t>
      </w:r>
      <w:r w:rsidR="00ED46AA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EC15DD">
        <w:rPr>
          <w:rFonts w:ascii="ＭＳ 明朝" w:hAnsi="ＭＳ 明朝" w:hint="eastAsia"/>
          <w:sz w:val="22"/>
          <w:szCs w:val="22"/>
        </w:rPr>
        <w:t>×</w:t>
      </w:r>
      <w:r w:rsidR="005E2D0B">
        <w:rPr>
          <w:rFonts w:ascii="ＭＳ 明朝" w:hAnsi="ＭＳ 明朝" w:hint="eastAsia"/>
          <w:sz w:val="22"/>
          <w:szCs w:val="22"/>
        </w:rPr>
        <w:t xml:space="preserve">　</w:t>
      </w:r>
      <w:r w:rsidR="005E2D0B" w:rsidRPr="00EC15DD">
        <w:rPr>
          <w:rFonts w:ascii="ＭＳ 明朝" w:hAnsi="ＭＳ 明朝" w:hint="eastAsia"/>
          <w:sz w:val="22"/>
          <w:szCs w:val="22"/>
        </w:rPr>
        <w:t>100</w:t>
      </w:r>
    </w:p>
    <w:p w:rsidR="005E2D0B" w:rsidRDefault="00ED46AA" w:rsidP="00A44165">
      <w:pPr>
        <w:adjustRightInd w:val="0"/>
        <w:snapToGrid w:val="0"/>
        <w:spacing w:line="240" w:lineRule="exact"/>
        <w:ind w:firstLineChars="1030" w:firstLine="226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5E2D0B" w:rsidRPr="00ED46AA" w:rsidRDefault="005E2D0B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p w:rsidR="00ED46AA" w:rsidRDefault="00E575FD" w:rsidP="00ED46AA">
      <w:pPr>
        <w:adjustRightInd w:val="0"/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4C101B">
        <w:rPr>
          <w:rFonts w:ascii="ＭＳ 明朝" w:hAnsi="ＭＳ 明朝" w:hint="eastAsia"/>
          <w:sz w:val="22"/>
          <w:szCs w:val="22"/>
        </w:rPr>
        <w:t>、</w:t>
      </w:r>
      <w:r w:rsidR="005E2D0B">
        <w:rPr>
          <w:rFonts w:ascii="ＭＳ 明朝" w:hAnsi="ＭＳ 明朝" w:hint="eastAsia"/>
          <w:sz w:val="22"/>
          <w:szCs w:val="22"/>
        </w:rPr>
        <w:t>回収率</w:t>
      </w:r>
      <w:r w:rsidR="004C101B">
        <w:rPr>
          <w:rFonts w:ascii="ＭＳ 明朝" w:hAnsi="ＭＳ 明朝" w:hint="eastAsia"/>
          <w:sz w:val="22"/>
          <w:szCs w:val="22"/>
        </w:rPr>
        <w:t>および職場見学等実施率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:rsidR="00644B96" w:rsidRPr="004C101B" w:rsidRDefault="00644B96" w:rsidP="00ED46AA">
      <w:pPr>
        <w:adjustRightInd w:val="0"/>
        <w:snapToGrid w:val="0"/>
        <w:rPr>
          <w:rFonts w:ascii="ＭＳ 明朝" w:hAnsi="ＭＳ 明朝"/>
          <w:sz w:val="24"/>
        </w:rPr>
      </w:pPr>
    </w:p>
    <w:sectPr w:rsidR="00644B96" w:rsidRPr="004C101B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6AA" w:rsidRDefault="00ED46AA" w:rsidP="00012EE2">
      <w:r>
        <w:separator/>
      </w:r>
    </w:p>
  </w:endnote>
  <w:endnote w:type="continuationSeparator" w:id="0">
    <w:p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6AA" w:rsidRDefault="00ED46AA" w:rsidP="00012EE2">
      <w:r>
        <w:separator/>
      </w:r>
    </w:p>
  </w:footnote>
  <w:footnote w:type="continuationSeparator" w:id="0">
    <w:p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07409"/>
    <w:rsid w:val="00227602"/>
    <w:rsid w:val="0023300F"/>
    <w:rsid w:val="003107FC"/>
    <w:rsid w:val="003167EF"/>
    <w:rsid w:val="00322041"/>
    <w:rsid w:val="00324380"/>
    <w:rsid w:val="003250EA"/>
    <w:rsid w:val="003265A1"/>
    <w:rsid w:val="00376728"/>
    <w:rsid w:val="00392984"/>
    <w:rsid w:val="003D6D7E"/>
    <w:rsid w:val="00423775"/>
    <w:rsid w:val="00441506"/>
    <w:rsid w:val="00463F8E"/>
    <w:rsid w:val="004C101B"/>
    <w:rsid w:val="004F5818"/>
    <w:rsid w:val="005113B4"/>
    <w:rsid w:val="005874DB"/>
    <w:rsid w:val="005B06BA"/>
    <w:rsid w:val="005E2228"/>
    <w:rsid w:val="005E22AA"/>
    <w:rsid w:val="005E2D0B"/>
    <w:rsid w:val="00644B96"/>
    <w:rsid w:val="00681055"/>
    <w:rsid w:val="006F1AEB"/>
    <w:rsid w:val="0070511B"/>
    <w:rsid w:val="00724E95"/>
    <w:rsid w:val="00747270"/>
    <w:rsid w:val="00772BA4"/>
    <w:rsid w:val="007B4DCB"/>
    <w:rsid w:val="007C7C5C"/>
    <w:rsid w:val="007D3165"/>
    <w:rsid w:val="007E1E60"/>
    <w:rsid w:val="007F2B0E"/>
    <w:rsid w:val="008223DD"/>
    <w:rsid w:val="008E00B7"/>
    <w:rsid w:val="0090303F"/>
    <w:rsid w:val="00903DA1"/>
    <w:rsid w:val="00996C1E"/>
    <w:rsid w:val="00A16215"/>
    <w:rsid w:val="00A44165"/>
    <w:rsid w:val="00A67E83"/>
    <w:rsid w:val="00AF1349"/>
    <w:rsid w:val="00B02DD1"/>
    <w:rsid w:val="00B84E68"/>
    <w:rsid w:val="00BE36CC"/>
    <w:rsid w:val="00C0036E"/>
    <w:rsid w:val="00C4314C"/>
    <w:rsid w:val="00CA1B83"/>
    <w:rsid w:val="00CB5046"/>
    <w:rsid w:val="00CF11AF"/>
    <w:rsid w:val="00D11550"/>
    <w:rsid w:val="00D95784"/>
    <w:rsid w:val="00DD1835"/>
    <w:rsid w:val="00DF5067"/>
    <w:rsid w:val="00E03747"/>
    <w:rsid w:val="00E460FA"/>
    <w:rsid w:val="00E575FD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474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5</cp:revision>
  <cp:lastPrinted>2015-04-09T04:29:00Z</cp:lastPrinted>
  <dcterms:created xsi:type="dcterms:W3CDTF">2021-03-09T08:12:00Z</dcterms:created>
  <dcterms:modified xsi:type="dcterms:W3CDTF">2023-02-06T02:36:00Z</dcterms:modified>
</cp:coreProperties>
</file>